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F13E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F13E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Грчка,  Италија и  Шпанија</w:t>
            </w:r>
            <w:r w:rsidR="00E51E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E51E39" w:rsidRPr="00E51E3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Језгро  Јужне  Европе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F13E9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Грчке ,  Италије  и  Шпаније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F13E9B" w:rsidRDefault="0004179F" w:rsidP="00F13E9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географским  одлика  </w:t>
            </w:r>
            <w:r w:rsidR="00F13E9B">
              <w:rPr>
                <w:rFonts w:ascii="Times New Roman" w:hAnsi="Times New Roman"/>
                <w:sz w:val="24"/>
                <w:szCs w:val="24"/>
                <w:lang w:val="sr-Cyrl-CS"/>
              </w:rPr>
              <w:t>Грчке,  Италије  и  Шпаније</w:t>
            </w:r>
          </w:p>
          <w:p w:rsidR="00530636" w:rsidRPr="008A7B15" w:rsidRDefault="0004179F" w:rsidP="00F13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F13E9B" w:rsidRPr="00F13E9B" w:rsidRDefault="00146CBC" w:rsidP="00F13E9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8A7B15" w:rsidRPr="008A7B15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="00F13E9B" w:rsidRPr="00F13E9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објасни  основне  географске  одлике  Грчке, Италије  и  Шпаније- </w:t>
            </w:r>
          </w:p>
          <w:p w:rsidR="00D0461E" w:rsidRPr="00F13E9B" w:rsidRDefault="00F13E9B" w:rsidP="00215F21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--</w:t>
            </w:r>
            <w:r w:rsidRPr="00F13E9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упореди  географске  одлике  Грчке, Италије  и  Шпаније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F13E9B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 и чита  географске и  до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пунске  елементе  карте-називе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план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ина,  низија,  река  језера  и  већих  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дова  </w:t>
            </w:r>
            <w:r w:rsidR="00F13E9B" w:rsidRP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Грчке,  Италије  и  Шпаније</w:t>
            </w:r>
          </w:p>
          <w:p w:rsidR="009B224E" w:rsidRDefault="009B224E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1.4.1 Препознаје  основне  природно-географске  и  друштвено-географске  одлике  </w:t>
            </w:r>
          </w:p>
          <w:p w:rsidR="00F13E9B" w:rsidRPr="009B224E" w:rsidRDefault="00F13E9B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Грчке,  Италије  и  Шпаније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30636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 положај  места  и  тачака на  географској  картри- планина,  низија,  река  и градова.</w:t>
            </w:r>
          </w:p>
          <w:p w:rsidR="009B224E" w:rsidRDefault="009B224E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2.1.3.Прпознаје  и  објашњава  географске  чињенице представљене  моделом, сликом графиком, табелом.</w:t>
            </w:r>
          </w:p>
          <w:p w:rsidR="00657717" w:rsidRPr="009B224E" w:rsidRDefault="00657717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ГЕ2.4.1.Описује  природне  и  друштвене  одлике  </w:t>
            </w:r>
            <w:r w:rsidR="00F13E9B" w:rsidRP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Грчке,  Италије  и  Шпаније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F13E9B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ГЕ3.1.1.Анализира  географску  карту  и  доноси  закључке  о  географском  положају  </w:t>
            </w:r>
          </w:p>
          <w:p w:rsidR="00146CBC" w:rsidRDefault="00F13E9B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Грчке,  Италије  и  Шпаније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оквиру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Јужне  Европе  и  </w:t>
            </w:r>
            <w:r w:rsidR="00146C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Европе  као целине</w:t>
            </w:r>
            <w:r w:rsidR="006577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657717" w:rsidRPr="00657717" w:rsidRDefault="00657717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 3.4.1.Објашњава  географске  везе  и  законитости   у  </w:t>
            </w:r>
            <w:r w:rsidR="00F13E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Грчкој, Италији  и  Шпанији</w:t>
            </w:r>
          </w:p>
          <w:p w:rsidR="00530636" w:rsidRPr="00530636" w:rsidRDefault="00D012A5" w:rsidP="00F13E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Објашњава  утицај  географског  положаја  у  оквиру  </w:t>
            </w:r>
            <w:r w:rsidR="00F13E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Средоземља </w:t>
            </w:r>
            <w:r w:rsidRP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="00F367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основне  природно-геогр</w:t>
            </w:r>
            <w:r w:rsidR="00F13E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афске  и  друштвено-географске 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9F7BA2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Европе</w:t>
            </w:r>
            <w:r w:rsidR="008A7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ликовна  култура.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0A4F92" w:rsidP="00F13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Разговарамо  са  ученицима  како  би  се  подс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тили </w:t>
            </w:r>
            <w:r w:rsidR="00074E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F13E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која  су  три  полуострва  у  Ј. Европи, која их мора  раздвајају  и  окружују.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Default="00F13E9B" w:rsidP="00F13E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Наводимо веома повољан  географски  положај  Грчке.Описујемо и  наводимо  облике  разуђености  обала  Грчке</w:t>
            </w:r>
            <w:r w:rsidR="005F46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Упућујемо ученике  да  на  основу  географске  карте  у  атласу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закључе  кака</w:t>
            </w:r>
            <w:r w:rsidR="005F46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је  рељеф Грчке.</w:t>
            </w:r>
            <w:r w:rsidR="005F46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Истичемо  одлике  становништва,  веће  градове  и  објашњавамо  одлике  привреде.Од  ученика тражимо да  објасне  зашто  је  туризам  веома развијен  у  Грчкој.</w:t>
            </w:r>
          </w:p>
          <w:p w:rsidR="005F4602" w:rsidRDefault="005F4602" w:rsidP="00F13E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Истичемо битне одлике  географског  положаја ИталијеУпознајемо  ученике са рељефним целинама.Нарочито наглашавамо постајање живих  вулкана, Везува, Етне и Стромболија.Описујемо значај  Падске  низије  и  реке  По.Наводимо и  на карти показујемо  највеће градове  Италије.Истичемо да је  Италија  високоразвијена  индустријска  земља  и  посебно наглашавамо рзвијен  туризам.</w:t>
            </w:r>
          </w:p>
          <w:p w:rsidR="005F4602" w:rsidRPr="00F13E9B" w:rsidRDefault="005F4602" w:rsidP="00F13E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Тражимо  од  ученика да на основу  географске  карте објасне  географски  положај  Шпаније.Упознајемо  их  са одлика</w:t>
            </w:r>
            <w:r w:rsidR="007874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рељефа  и  климе  Шпаније.Наводимо и  на карти  показујемо н</w:t>
            </w:r>
            <w:r w:rsidR="007874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веће  градове.Наглашавамо значај  који  Шпанија</w:t>
            </w:r>
            <w:r w:rsidR="007874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има</w:t>
            </w:r>
            <w:r w:rsidR="007874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 производњи  неких  пољопривредних  произвада: г</w:t>
            </w:r>
            <w:r w:rsidR="009F7B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ожђе,  маслине, агруми.</w:t>
            </w:r>
            <w:r w:rsidR="007874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Објашњавамо  значј  Каталоније  као  индустријски  најразвијенијег  дела земље.Подстичемо ученике да  закључе  зашто је туризам  једна  од  водећих  привредних  делатности.</w:t>
            </w:r>
            <w:bookmarkStart w:id="0" w:name="_GoBack"/>
            <w:bookmarkEnd w:id="0"/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0A4F92" w:rsidRDefault="00787427" w:rsidP="00787427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Поредимо  са  ученицима  основне   географске  одлике  три  државе.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787427" w:rsidRDefault="000A4F92" w:rsidP="0078742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        </w:t>
            </w:r>
            <w:r w:rsidR="0078742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78742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ГРЧКА, ИТАЛИЈА  И  ШПАНИЈА</w:t>
            </w:r>
          </w:p>
          <w:p w:rsidR="00E51E39" w:rsidRPr="00E51E39" w:rsidRDefault="00E51E39" w:rsidP="007874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</w:t>
            </w:r>
            <w:r w:rsidRPr="00E51E3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ЈЕЗГРО  ЈУЖНЕ  ЕВРОПЕ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1.ГРЧКА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-Балканска  и  медитеранска  земља---три  мора-Средоземно.  Егејско.  Јонско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-разуђена обала:  1400  острва-Крит,  Родос,,  Лезбос,  Евбеја,  Крф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полуострва-Пелопонез,  Атика,  Халкидики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-рељеф: Пиндске  пл.  Олимп,  Тесалија,</w:t>
            </w:r>
            <w:r w:rsidR="00567A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Солунска  низија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-становништво:Грци</w:t>
            </w:r>
            <w:r w:rsidR="00567A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-потомци  древних  Хелена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-градови:</w:t>
            </w:r>
            <w:r w:rsidR="00567A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Атина (са  луком  Пиреј),Солун. Лариса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-привреда: медитеранска пољопривреда—агруми, маслине  грожђе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поморство  и  трговина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туризам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2.ИТАЛИЈА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-Апенинско  полуострва,  Сицилија,  Сардинија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-рељеф: Алпи, Апенини, Падска низија, вулкани-Везув,  Етна,  Стромболи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-реке: По.  Тибар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-градови:  Рим,  Милано,  Напуљ,  Торино, Ђенова, Палермо</w:t>
            </w:r>
          </w:p>
          <w:p w:rsidR="00787427" w:rsidRDefault="00787427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</w:t>
            </w:r>
            <w:r w:rsidR="00567A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високоразвијена  индустријска  земља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-туризам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3.ШПАНИЈА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-Средоземна  и  Атлантска  земља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-Балеарска и  Канарска  острва,  Гибралтарски мореуз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-рељеф:  Мезета,  Пиринеји, Бетијске  пл.  низија  Андалузија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-клима: средоземна,  атлантска, континентална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-градови:  Мадрид,  Барселона, Валенсија,  Севиља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-пољопривреда: грожђе,  маслине,  агруми</w:t>
            </w:r>
          </w:p>
          <w:p w:rsidR="00567AA5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-Каталонија---индустрија</w:t>
            </w:r>
          </w:p>
          <w:p w:rsidR="00567AA5" w:rsidRPr="00787427" w:rsidRDefault="00567AA5" w:rsidP="0078742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-туризам</w:t>
            </w:r>
          </w:p>
          <w:p w:rsidR="00D6605E" w:rsidRPr="008A7B15" w:rsidRDefault="00D6605E" w:rsidP="008A7B1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3321C2"/>
    <w:rsid w:val="00391413"/>
    <w:rsid w:val="003A7B13"/>
    <w:rsid w:val="003C170C"/>
    <w:rsid w:val="003F1D6D"/>
    <w:rsid w:val="0045123D"/>
    <w:rsid w:val="00455A17"/>
    <w:rsid w:val="00466279"/>
    <w:rsid w:val="00491F36"/>
    <w:rsid w:val="004C7CD5"/>
    <w:rsid w:val="00530636"/>
    <w:rsid w:val="00545C96"/>
    <w:rsid w:val="00567AA5"/>
    <w:rsid w:val="005F4602"/>
    <w:rsid w:val="005F784B"/>
    <w:rsid w:val="00605D58"/>
    <w:rsid w:val="00606767"/>
    <w:rsid w:val="00657717"/>
    <w:rsid w:val="00664F16"/>
    <w:rsid w:val="00670648"/>
    <w:rsid w:val="006F2937"/>
    <w:rsid w:val="00787427"/>
    <w:rsid w:val="007906D8"/>
    <w:rsid w:val="007E6623"/>
    <w:rsid w:val="0080459B"/>
    <w:rsid w:val="00813711"/>
    <w:rsid w:val="00854D2A"/>
    <w:rsid w:val="008A7B15"/>
    <w:rsid w:val="008F0F0B"/>
    <w:rsid w:val="00942ED0"/>
    <w:rsid w:val="0094301B"/>
    <w:rsid w:val="0096516D"/>
    <w:rsid w:val="00976108"/>
    <w:rsid w:val="009B224E"/>
    <w:rsid w:val="009F2F46"/>
    <w:rsid w:val="009F7BA2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51E39"/>
    <w:rsid w:val="00EC77F2"/>
    <w:rsid w:val="00F05659"/>
    <w:rsid w:val="00F137B9"/>
    <w:rsid w:val="00F13E9B"/>
    <w:rsid w:val="00F36783"/>
    <w:rsid w:val="00F57D3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5C707-7C28-4DBD-A35C-B2C31C94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7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2020-06-30T11:49:00Z</dcterms:created>
  <dcterms:modified xsi:type="dcterms:W3CDTF">2020-07-03T09:06:00Z</dcterms:modified>
</cp:coreProperties>
</file>